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B7E2" w14:textId="19C197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6111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6111C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0404468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</w:t>
      </w:r>
      <w:r w:rsidR="0086111C">
        <w:rPr>
          <w:rFonts w:ascii="Corbel" w:hAnsi="Corbel"/>
          <w:i/>
          <w:smallCaps/>
          <w:sz w:val="24"/>
          <w:szCs w:val="24"/>
        </w:rPr>
        <w:t>3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86111C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EE1EBA" w14:textId="112E8B9B" w:rsidR="0086111C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23</w:t>
      </w:r>
      <w:r w:rsidR="000E184B">
        <w:rPr>
          <w:rFonts w:ascii="Corbel" w:hAnsi="Corbel"/>
          <w:sz w:val="20"/>
          <w:szCs w:val="20"/>
        </w:rPr>
        <w:t>/202</w:t>
      </w:r>
      <w:r w:rsidR="0051589B">
        <w:rPr>
          <w:rFonts w:ascii="Corbel" w:hAnsi="Corbel"/>
          <w:sz w:val="20"/>
          <w:szCs w:val="20"/>
        </w:rPr>
        <w:t>4</w:t>
      </w:r>
      <w:r w:rsidR="0086111C">
        <w:rPr>
          <w:rFonts w:ascii="Corbel" w:hAnsi="Corbel"/>
          <w:sz w:val="20"/>
          <w:szCs w:val="20"/>
        </w:rPr>
        <w:t xml:space="preserve"> i 2024/2025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1B9097D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ucjonalny system profilaktyki społecznej, resocjalizacji i interwencji kryzysowej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1CCC6BA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4C1B965D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2E0B41CC" w:rsidR="0085747A" w:rsidRPr="009C54AE" w:rsidRDefault="00496C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798D53DB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2 semestr; 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7BB03B8C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C637E7E" w:rsidR="00923D7D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A193201" w:rsidR="0085747A" w:rsidRPr="009C54AE" w:rsidRDefault="0086111C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2FCDFD9A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40396B1F" w:rsidR="00015B8F" w:rsidRPr="009C54AE" w:rsidRDefault="00496CB7" w:rsidP="00496CB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1F5462ED" w:rsidR="00015B8F" w:rsidRPr="009C54AE" w:rsidRDefault="00496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5C2084D7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0C86CDF2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239DBD60" w:rsidR="0030395F" w:rsidRPr="009C54AE" w:rsidRDefault="00496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5490CC75" w:rsidR="0030395F" w:rsidRPr="009C54AE" w:rsidRDefault="00496CB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66950C89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6B102428" w:rsidR="0085747A" w:rsidRPr="00496CB7" w:rsidRDefault="0085747A" w:rsidP="00496CB7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  <w:r w:rsidR="00496CB7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496CB7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496CB7">
        <w:rPr>
          <w:rFonts w:ascii="Corbel" w:hAnsi="Corbel"/>
          <w:b w:val="0"/>
          <w:bCs/>
          <w:smallCaps w:val="0"/>
          <w:szCs w:val="24"/>
        </w:rPr>
        <w:t> </w:t>
      </w:r>
      <w:r w:rsidR="00496CB7" w:rsidRPr="00EE47E9">
        <w:rPr>
          <w:rFonts w:ascii="Corbel" w:hAnsi="Corbel"/>
          <w:b w:val="0"/>
          <w:bCs/>
          <w:smallCaps w:val="0"/>
          <w:szCs w:val="24"/>
        </w:rPr>
        <w:t>wybranych instytucjach)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4E901713" w:rsidR="009C54AE" w:rsidRDefault="008611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pisemny, </w:t>
      </w:r>
      <w:r w:rsidR="000E184B"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03E2EA8F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 ogólnej, profilaktyki społecznej oraz funkcjonowania 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podstawowych </w:t>
            </w:r>
            <w:r w:rsidR="002F1F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środowisk opiekuńczo-wychowawczych.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729C5D37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Przedstawienie studentom instytucjonalnego systemu profilaktyki, wychowania                        i resocjalizacji w Polsce oraz zasad odpowiedzialności prawnej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dorosłych i </w:t>
            </w:r>
            <w:r>
              <w:rPr>
                <w:rFonts w:ascii="Corbel" w:hAnsi="Corbel" w:cs="DejaVuSans"/>
                <w:sz w:val="24"/>
                <w:szCs w:val="24"/>
              </w:rPr>
              <w:t>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3BB761BA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społecznych zajmujących się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ką, wychowaniem, resocjalizacją i interwencją kryzysową</w:t>
            </w:r>
            <w:r w:rsidR="00D428AD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5D9C11EB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i zajmujących się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działalnością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czną 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wycho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wawczo-r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esocjaliza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cyjną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wychowawczej, profilaktycznej i 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46547434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interwencyjnych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wychowawczo-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28063AE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>zajmujących się profilaktyką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wychowaniem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 i</w:t>
            </w:r>
            <w:r w:rsidR="002F1FB1">
              <w:rPr>
                <w:rFonts w:ascii="Corbel" w:hAnsi="Corbel" w:cs="DejaVuSans"/>
                <w:sz w:val="24"/>
                <w:szCs w:val="24"/>
              </w:rPr>
              <w:t> 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tr w:rsidR="002F1FB1" w:rsidRPr="009C54AE" w14:paraId="773E73AE" w14:textId="77777777" w:rsidTr="00923D7D">
        <w:tc>
          <w:tcPr>
            <w:tcW w:w="851" w:type="dxa"/>
            <w:vAlign w:val="center"/>
          </w:tcPr>
          <w:p w14:paraId="47AF9187" w14:textId="402FC45B" w:rsidR="002F1FB1" w:rsidRDefault="002F1F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56ED06B" w14:textId="7B465BFF" w:rsidR="002F1FB1" w:rsidRDefault="002F1FB1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>
              <w:rPr>
                <w:rFonts w:ascii="Corbel" w:hAnsi="Corbel" w:cs="DejaVuSans"/>
                <w:sz w:val="24"/>
                <w:szCs w:val="24"/>
              </w:rPr>
              <w:t>zagadnieniem efektywności instytucjonalnej pracy profilaktyczno-resocjalizacyjnej oraz wdrożenie do dokonywania analizy porównawczej rozwiązań systemowych dotyczących specyficznych cech i właściwości osób niedostosowanych społecznie przebywających w instytucjach profilaktyczno</w:t>
            </w:r>
            <w:r w:rsidR="000A2092">
              <w:rPr>
                <w:rFonts w:ascii="Corbel" w:hAnsi="Corbel" w:cs="DejaVuSans"/>
                <w:sz w:val="24"/>
                <w:szCs w:val="24"/>
              </w:rPr>
              <w:t>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. 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5965596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i interwencją kryzysową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7643EC" w14:textId="21DBBA67" w:rsidR="00D476C7" w:rsidRPr="009C54AE" w:rsidRDefault="007E59D5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716A81F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0A2092">
              <w:rPr>
                <w:rFonts w:ascii="Corbel" w:hAnsi="Corbel" w:cs="DejaVuSans"/>
                <w:sz w:val="24"/>
                <w:szCs w:val="24"/>
              </w:rPr>
              <w:t>i, interwencyjnymi i wychowawczo-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</w:t>
            </w:r>
            <w:r w:rsidR="000A2092">
              <w:rPr>
                <w:rFonts w:ascii="Corbel" w:hAnsi="Corbel" w:cs="DejaVuSans"/>
                <w:sz w:val="24"/>
                <w:szCs w:val="24"/>
              </w:rPr>
              <w:t> </w:t>
            </w:r>
            <w:r w:rsidR="003D1A34">
              <w:rPr>
                <w:rFonts w:ascii="Corbel" w:hAnsi="Corbel" w:cs="DejaVuSans"/>
                <w:sz w:val="24"/>
                <w:szCs w:val="24"/>
              </w:rPr>
              <w:t>właściwości.</w:t>
            </w:r>
          </w:p>
        </w:tc>
        <w:tc>
          <w:tcPr>
            <w:tcW w:w="1873" w:type="dxa"/>
          </w:tcPr>
          <w:p w14:paraId="75B6A1B4" w14:textId="05CCEE39" w:rsidR="004645AD" w:rsidRPr="004645AD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70B77DB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="000A2092">
              <w:rPr>
                <w:rFonts w:ascii="Corbel" w:hAnsi="Corbel" w:cs="DejaVuSans"/>
                <w:sz w:val="24"/>
                <w:szCs w:val="24"/>
              </w:rPr>
              <w:t>wychowawczo-</w:t>
            </w:r>
            <w:r w:rsidR="003B1B90">
              <w:rPr>
                <w:rFonts w:ascii="Corbel" w:hAnsi="Corbel" w:cs="DejaVuSans"/>
                <w:sz w:val="24"/>
                <w:szCs w:val="24"/>
              </w:rPr>
              <w:t>resocjalizacyjnych, a także ich cele, zadania, formy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4E82CA2A" w14:textId="3720F111" w:rsidR="004645AD" w:rsidRPr="009C54AE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A2092" w:rsidRPr="009C54AE" w14:paraId="27012318" w14:textId="77777777" w:rsidTr="005E6E85">
        <w:tc>
          <w:tcPr>
            <w:tcW w:w="1701" w:type="dxa"/>
          </w:tcPr>
          <w:p w14:paraId="3294D8E9" w14:textId="77777777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107D976" w:rsidR="000A2092" w:rsidRPr="00927428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analizy i oceny </w:t>
            </w:r>
            <w:r w:rsidR="008D71FE">
              <w:rPr>
                <w:rFonts w:ascii="Corbel" w:hAnsi="Corbel" w:cs="DejaVuSans"/>
                <w:sz w:val="24"/>
                <w:szCs w:val="24"/>
              </w:rPr>
              <w:t xml:space="preserve">działalności instytucji resocjalizacyjnych funkcjonujących w Polsce i zagranicą oraz zanalizuje </w:t>
            </w:r>
            <w:r>
              <w:rPr>
                <w:rFonts w:ascii="Corbel" w:hAnsi="Corbel" w:cs="DejaVuSans"/>
                <w:sz w:val="24"/>
                <w:szCs w:val="24"/>
              </w:rPr>
              <w:t>różn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problemow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sytuacj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wychowawcz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lastRenderedPageBreak/>
              <w:t>jakie występują wśród podopiecznych placówek profilaktyczno-resocjalizacyjnych.</w:t>
            </w:r>
          </w:p>
        </w:tc>
        <w:tc>
          <w:tcPr>
            <w:tcW w:w="1873" w:type="dxa"/>
            <w:vMerge w:val="restart"/>
          </w:tcPr>
          <w:p w14:paraId="0FC22B3B" w14:textId="7A76B594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0A2092" w:rsidRPr="009C54AE" w14:paraId="11CFBE10" w14:textId="77777777" w:rsidTr="005E6E85">
        <w:tc>
          <w:tcPr>
            <w:tcW w:w="1701" w:type="dxa"/>
          </w:tcPr>
          <w:p w14:paraId="306960FD" w14:textId="313EC4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5BA9EA7" w14:textId="0D20C03A" w:rsidR="000A2092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porównawczej rozwiązań systemowych dotyczących specyficznych cech i właściwości nieletnich                   i dorosłych podopiecznych placówek profilaktyczno-resocjalizacyjnych.</w:t>
            </w:r>
          </w:p>
        </w:tc>
        <w:tc>
          <w:tcPr>
            <w:tcW w:w="1873" w:type="dxa"/>
            <w:vMerge/>
          </w:tcPr>
          <w:p w14:paraId="73655737" w14:textId="77777777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A2092" w:rsidRPr="009C54AE" w14:paraId="1E9D7629" w14:textId="77777777" w:rsidTr="005E6E85">
        <w:tc>
          <w:tcPr>
            <w:tcW w:w="1701" w:type="dxa"/>
          </w:tcPr>
          <w:p w14:paraId="71AC0D15" w14:textId="38464EB2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07ED5C3" w14:textId="3127DD14" w:rsidR="000A2092" w:rsidRPr="007E59D5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 efektywność instytucjonalnej pracy profilaktycznej i wychowawczo-resocjalizacyjnej z osobami niedostosowanymi społecznie i zagrożonymi niedostosowaniem społecznym.</w:t>
            </w:r>
          </w:p>
        </w:tc>
        <w:tc>
          <w:tcPr>
            <w:tcW w:w="1873" w:type="dxa"/>
            <w:vMerge w:val="restart"/>
          </w:tcPr>
          <w:p w14:paraId="4CDB92D9" w14:textId="7A1E60DB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A2092" w:rsidRPr="009C54AE" w14:paraId="5E9C4589" w14:textId="77777777" w:rsidTr="005E6E85">
        <w:tc>
          <w:tcPr>
            <w:tcW w:w="1701" w:type="dxa"/>
          </w:tcPr>
          <w:p w14:paraId="689708E5" w14:textId="1F936D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53D1E6C" w14:textId="40C7D126" w:rsidR="000A2092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Wskaże obszary w działalności instytucji profilaktycznych, interwencyjnych i wychowawczo-resocjalizacyjnych, które wymagają zmian i modyfikacji.</w:t>
            </w:r>
          </w:p>
        </w:tc>
        <w:tc>
          <w:tcPr>
            <w:tcW w:w="1873" w:type="dxa"/>
            <w:vMerge/>
          </w:tcPr>
          <w:p w14:paraId="14C4D7EC" w14:textId="77777777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1C2CC97F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A209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8784C34" w14:textId="3A410DB4" w:rsidR="00277119" w:rsidRDefault="007E59D5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1A0F991C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4E1BB839" w14:textId="77777777" w:rsid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Instytucjonalny system profilaktyki, resocjalizacji i interwencji kryzysowej w Polsce.</w:t>
            </w:r>
          </w:p>
          <w:p w14:paraId="7F09E201" w14:textId="24456DC4" w:rsidR="00A743E0" w:rsidRP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prawna dorosłych i nieletnich.</w:t>
            </w:r>
          </w:p>
        </w:tc>
      </w:tr>
      <w:tr w:rsidR="008D71FE" w:rsidRPr="009C54AE" w14:paraId="74771321" w14:textId="77777777" w:rsidTr="00923D7D">
        <w:tc>
          <w:tcPr>
            <w:tcW w:w="9639" w:type="dxa"/>
          </w:tcPr>
          <w:p w14:paraId="47A3DD8C" w14:textId="683B2BDB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8D71FE" w:rsidRPr="009C54AE" w14:paraId="39385B61" w14:textId="77777777" w:rsidTr="00923D7D">
        <w:tc>
          <w:tcPr>
            <w:tcW w:w="9639" w:type="dxa"/>
          </w:tcPr>
          <w:p w14:paraId="790C410F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</w:t>
            </w:r>
          </w:p>
          <w:p w14:paraId="4D299ED8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„rozwoju dojrzałości interpersonalnej” Sullivana </w:t>
            </w:r>
            <w:r w:rsidRPr="008D71FE">
              <w:rPr>
                <w:rFonts w:ascii="Corbel" w:hAnsi="Corbel"/>
                <w:sz w:val="24"/>
                <w:szCs w:val="24"/>
              </w:rPr>
              <w:t xml:space="preserve">Granta. </w:t>
            </w:r>
          </w:p>
          <w:p w14:paraId="649E920C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„Teatr życia codziennego” Goffmana. </w:t>
            </w:r>
          </w:p>
          <w:p w14:paraId="230CB2E9" w14:textId="50BFAEB7" w:rsidR="008D71FE" w:rsidRP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8D71FE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r w:rsidRPr="008D71FE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31334B" w:rsidRPr="009C54AE" w14:paraId="2D0F7256" w14:textId="77777777" w:rsidTr="00923D7D">
        <w:tc>
          <w:tcPr>
            <w:tcW w:w="9639" w:type="dxa"/>
          </w:tcPr>
          <w:p w14:paraId="5ED85A5C" w14:textId="488F4AB3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 system resocjalizacji penitencjarnej – podstawy prawne i organizacyjne.</w:t>
            </w:r>
          </w:p>
        </w:tc>
      </w:tr>
      <w:tr w:rsidR="008D71FE" w:rsidRPr="009C54AE" w14:paraId="21C86052" w14:textId="77777777" w:rsidTr="00923D7D">
        <w:tc>
          <w:tcPr>
            <w:tcW w:w="9639" w:type="dxa"/>
          </w:tcPr>
          <w:p w14:paraId="5678971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</w:t>
            </w:r>
          </w:p>
          <w:p w14:paraId="6F155E1D" w14:textId="581270A7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(np. Wielka Brytania, Niemcy, kraje skandynawskie, Stany Zjednoczone).</w:t>
            </w:r>
          </w:p>
        </w:tc>
      </w:tr>
      <w:tr w:rsidR="008D71FE" w:rsidRPr="009C54AE" w14:paraId="272194DC" w14:textId="77777777" w:rsidTr="00923D7D">
        <w:tc>
          <w:tcPr>
            <w:tcW w:w="9639" w:type="dxa"/>
          </w:tcPr>
          <w:p w14:paraId="6AD7139E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Dysfunkcjonalność instytucjonalnych systemów oddziaływań resocjalizacyjnych. </w:t>
            </w:r>
          </w:p>
          <w:p w14:paraId="407CFB8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</w:t>
            </w:r>
          </w:p>
          <w:p w14:paraId="3E2B8888" w14:textId="15CAB6C0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1334B" w:rsidRPr="009C54AE" w14:paraId="136B65DC" w14:textId="77777777" w:rsidTr="00923D7D">
        <w:tc>
          <w:tcPr>
            <w:tcW w:w="9639" w:type="dxa"/>
          </w:tcPr>
          <w:p w14:paraId="0A5CF0FC" w14:textId="77777777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                                                                                              </w:t>
            </w:r>
          </w:p>
          <w:p w14:paraId="3107CDB5" w14:textId="7313EB22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tr w:rsidR="0031334B" w:rsidRPr="009C54AE" w14:paraId="022FFE22" w14:textId="77777777" w:rsidTr="00923D7D">
        <w:tc>
          <w:tcPr>
            <w:tcW w:w="9639" w:type="dxa"/>
          </w:tcPr>
          <w:p w14:paraId="699972DF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 zakresie readaptacji społecznej, opieki i pomocy udzielanej </w:t>
            </w:r>
          </w:p>
          <w:p w14:paraId="7C3FC9DD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nieletnim i dorosłym opuszczającym placówki resocjalizacyjne – analiza porównawcza </w:t>
            </w:r>
          </w:p>
          <w:p w14:paraId="3A058E47" w14:textId="116F7748" w:rsidR="0031334B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(opcjonalnie)</w:t>
            </w:r>
          </w:p>
        </w:tc>
      </w:tr>
      <w:tr w:rsidR="004416F4" w:rsidRPr="009C54AE" w14:paraId="3FF44803" w14:textId="77777777" w:rsidTr="00923D7D">
        <w:tc>
          <w:tcPr>
            <w:tcW w:w="9639" w:type="dxa"/>
          </w:tcPr>
          <w:p w14:paraId="16D2B678" w14:textId="77777777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wobec nastoletnich i dorosłych matek i kobiet ciężarnych </w:t>
            </w:r>
          </w:p>
          <w:p w14:paraId="1AF4E4A5" w14:textId="6DAC5044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2C8BD35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602A3B1D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: 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 w:rsidR="0031334B">
              <w:rPr>
                <w:rFonts w:ascii="Corbel" w:hAnsi="Corbel" w:cs="DejaVuSans"/>
                <w:sz w:val="24"/>
                <w:szCs w:val="24"/>
              </w:rPr>
              <w:lastRenderedPageBreak/>
              <w:t xml:space="preserve">kuratorzy sądowi,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>łodzieżą, Opiniodawcze Zespoły Sądowych Specjalistów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 (dawniej RODKi</w:t>
            </w:r>
            <w:r w:rsidR="003776C4">
              <w:rPr>
                <w:rFonts w:ascii="Corbel" w:hAnsi="Corbel" w:cs="DejaVuSans"/>
                <w:sz w:val="24"/>
                <w:szCs w:val="24"/>
              </w:rPr>
              <w:t>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6FC4EB04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lastRenderedPageBreak/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31334B">
              <w:rPr>
                <w:rFonts w:ascii="Corbel" w:hAnsi="Corbel" w:cs="DejaVuSans"/>
                <w:sz w:val="24"/>
                <w:szCs w:val="24"/>
              </w:rPr>
              <w:t xml:space="preserve">bursy i internaty, </w:t>
            </w:r>
            <w:r>
              <w:rPr>
                <w:rFonts w:ascii="Corbel" w:hAnsi="Corbel" w:cs="DejaVuSans"/>
                <w:sz w:val="24"/>
                <w:szCs w:val="24"/>
              </w:rPr>
              <w:t>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3B53A6C7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Rola Policji w zapobieganiu demoralizacji nieletnich (Policyjne Izby Dziecka, Policyjni Specjaliści </w:t>
            </w:r>
            <w:r w:rsidR="00A743E0">
              <w:rPr>
                <w:rFonts w:ascii="Corbel" w:hAnsi="Corbel" w:cs="DejaVuSans"/>
                <w:sz w:val="24"/>
                <w:szCs w:val="24"/>
              </w:rPr>
              <w:t>np</w:t>
            </w:r>
            <w:r>
              <w:rPr>
                <w:rFonts w:ascii="Corbel" w:hAnsi="Corbel" w:cs="DejaVuSans"/>
                <w:sz w:val="24"/>
                <w:szCs w:val="24"/>
              </w:rPr>
              <w:t>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6CA5CE3D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</w:t>
            </w:r>
            <w:r w:rsidR="0031334B">
              <w:rPr>
                <w:rFonts w:ascii="Corbel" w:hAnsi="Corbel" w:cs="DejaVuSans"/>
                <w:sz w:val="24"/>
                <w:szCs w:val="24"/>
              </w:rPr>
              <w:t>,</w:t>
            </w:r>
            <w:r w:rsidR="0083292D">
              <w:rPr>
                <w:rFonts w:ascii="Corbel" w:hAnsi="Corbel" w:cs="DejaVuSans"/>
                <w:sz w:val="24"/>
                <w:szCs w:val="24"/>
              </w:rPr>
              <w:t xml:space="preserve">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639E9E10" w14:textId="77777777" w:rsidR="004416F4" w:rsidRDefault="004416F4" w:rsidP="0031334B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</w:p>
    <w:p w14:paraId="0BA3F74C" w14:textId="069029C2" w:rsidR="0085747A" w:rsidRPr="009C54AE" w:rsidRDefault="009F4610" w:rsidP="0031334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80C40" w14:textId="6C8EC951" w:rsidR="00A743E0" w:rsidRDefault="00A743E0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 z dyskusją.</w:t>
      </w:r>
    </w:p>
    <w:p w14:paraId="5A8E235B" w14:textId="46416838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95C8B8A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0489F51D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7B30E2E" w14:textId="7AB99A3E" w:rsidR="0085747A" w:rsidRPr="009C54AE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84B3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0711D4E4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</w:t>
            </w:r>
            <w:r w:rsidR="00ED167B">
              <w:rPr>
                <w:rFonts w:ascii="Corbel" w:hAnsi="Corbel"/>
                <w:b w:val="0"/>
                <w:szCs w:val="24"/>
              </w:rPr>
              <w:t xml:space="preserve"> kolokwium,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 </w:t>
            </w:r>
            <w:r w:rsidR="00A743E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2BFD7F8" w14:textId="50240BE8" w:rsidR="00C542A5" w:rsidRPr="009C54AE" w:rsidRDefault="00A743E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242CA749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639BF9D" w14:textId="6A9606D9" w:rsidR="00C542A5" w:rsidRDefault="008D7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19CC901B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FE3BEC7" w14:textId="6F6E81AF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55636100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6" w:type="dxa"/>
          </w:tcPr>
          <w:p w14:paraId="1D3AB1DC" w14:textId="654BE1AE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43E0" w:rsidRPr="009C54AE" w14:paraId="17F9AC0B" w14:textId="77777777" w:rsidTr="00C05F44">
        <w:tc>
          <w:tcPr>
            <w:tcW w:w="1985" w:type="dxa"/>
          </w:tcPr>
          <w:p w14:paraId="072526DB" w14:textId="390A96AC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75060AC" w14:textId="784A1D32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21997A68" w14:textId="6294C724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743E0" w:rsidRPr="009C54AE" w14:paraId="68CB0795" w14:textId="77777777" w:rsidTr="00C05F44">
        <w:tc>
          <w:tcPr>
            <w:tcW w:w="1985" w:type="dxa"/>
          </w:tcPr>
          <w:p w14:paraId="6BC40853" w14:textId="35192DBA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804BD7" w14:textId="07C5907C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6EA6255" w14:textId="394A4609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6853D09" w14:textId="6E622491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77777777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14:paraId="49EA3BA8" w14:textId="77777777" w:rsidR="0085747A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BBA2A9" w14:textId="07D602BC" w:rsidR="00A743E0" w:rsidRPr="009C54AE" w:rsidRDefault="00A743E0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pozytywnej oceny z egzaminu pisemnego.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09AB5151" w:rsidR="0085747A" w:rsidRPr="009C54AE" w:rsidRDefault="00EC6C3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5B0B1DF7" w14:textId="77777777" w:rsidR="00C61DC5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0310AF5" w14:textId="17A37C28" w:rsidR="00A743E0" w:rsidRPr="009C54AE" w:rsidRDefault="00A743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ADFD67" w14:textId="77777777" w:rsidR="00A86535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DDF8" w14:textId="42DF1C9A" w:rsidR="00A743E0" w:rsidRPr="009C54AE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AEE324A" w14:textId="7517A0F1" w:rsidR="00A743E0" w:rsidRDefault="00A743E0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36355B" w14:textId="209D0A34" w:rsidR="008C0047" w:rsidRDefault="00EC6C3A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A743E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CD1CE12" w14:textId="2F0F5800" w:rsidR="00A743E0" w:rsidRDefault="00EC6C3A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3884BBF3" w14:textId="7B0399D2" w:rsidR="00A743E0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7149239" w14:textId="325F6F9C" w:rsidR="00A743E0" w:rsidRPr="009C54AE" w:rsidRDefault="00EC6C3A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5C2EE320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19FD3F09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0881C7D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  <w:p w14:paraId="75DB5D96" w14:textId="77777777" w:rsidR="00695B2D" w:rsidRPr="0079561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7BA23A53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19A485A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Winogrodzka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57A8291D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93E286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06C19932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4C1EC092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1ED5D1D7" w14:textId="4044D78C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Barczykowska A., Dzierżyńska-Breś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51DC2D45" w14:textId="52CE7DB9" w:rsidR="00051BDE" w:rsidRPr="00C32AB0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  <w:p w14:paraId="10A0123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7E6AC6D" w14:textId="77777777" w:rsidR="00695B2D" w:rsidRPr="00BB58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Psychologia resocjalizacyjna. W kierunku nowej specjalności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1771CE82" w14:textId="77777777" w:rsidR="00695B2D" w:rsidRPr="00DF6F7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040BFCD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Skałbania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5AEF6CA4" w14:textId="77777777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C903BE8" w14:textId="77777777" w:rsidR="00695B2D" w:rsidRPr="007F40A6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Kudlak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35E9A3CD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645CA2A5" w14:textId="77777777" w:rsidR="00695B2D" w:rsidRPr="00D3297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78B0" w14:textId="77777777" w:rsidR="009050CE" w:rsidRDefault="009050CE" w:rsidP="00C16ABF">
      <w:pPr>
        <w:spacing w:after="0" w:line="240" w:lineRule="auto"/>
      </w:pPr>
      <w:r>
        <w:separator/>
      </w:r>
    </w:p>
  </w:endnote>
  <w:endnote w:type="continuationSeparator" w:id="0">
    <w:p w14:paraId="0ED12965" w14:textId="77777777" w:rsidR="009050CE" w:rsidRDefault="009050C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C4CA" w14:textId="77777777" w:rsidR="009050CE" w:rsidRDefault="009050CE" w:rsidP="00C16ABF">
      <w:pPr>
        <w:spacing w:after="0" w:line="240" w:lineRule="auto"/>
      </w:pPr>
      <w:r>
        <w:separator/>
      </w:r>
    </w:p>
  </w:footnote>
  <w:footnote w:type="continuationSeparator" w:id="0">
    <w:p w14:paraId="3F26F33B" w14:textId="77777777" w:rsidR="009050CE" w:rsidRDefault="009050CE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436770">
    <w:abstractNumId w:val="1"/>
  </w:num>
  <w:num w:numId="2" w16cid:durableId="16958875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51BDE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092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1FB1"/>
    <w:rsid w:val="002F4ABE"/>
    <w:rsid w:val="003018BA"/>
    <w:rsid w:val="0030395F"/>
    <w:rsid w:val="00305C92"/>
    <w:rsid w:val="0031334B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6F4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96CB7"/>
    <w:rsid w:val="004A3EEA"/>
    <w:rsid w:val="004A4D1F"/>
    <w:rsid w:val="004D5282"/>
    <w:rsid w:val="004D73E1"/>
    <w:rsid w:val="004F0EC6"/>
    <w:rsid w:val="004F1551"/>
    <w:rsid w:val="004F55A3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3292D"/>
    <w:rsid w:val="008449B3"/>
    <w:rsid w:val="0085747A"/>
    <w:rsid w:val="0086111C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D71FE"/>
    <w:rsid w:val="008E64F4"/>
    <w:rsid w:val="008F12C9"/>
    <w:rsid w:val="008F6E29"/>
    <w:rsid w:val="009050CE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743E0"/>
    <w:rsid w:val="00A84C85"/>
    <w:rsid w:val="00A86535"/>
    <w:rsid w:val="00A97DE1"/>
    <w:rsid w:val="00AB053C"/>
    <w:rsid w:val="00AB183B"/>
    <w:rsid w:val="00AD1146"/>
    <w:rsid w:val="00AD27D3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3A"/>
    <w:rsid w:val="00C8127F"/>
    <w:rsid w:val="00C94B98"/>
    <w:rsid w:val="00CA2B96"/>
    <w:rsid w:val="00CA5089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6C3A"/>
    <w:rsid w:val="00ED03AB"/>
    <w:rsid w:val="00ED167B"/>
    <w:rsid w:val="00ED32D2"/>
    <w:rsid w:val="00ED4D9E"/>
    <w:rsid w:val="00EE32DE"/>
    <w:rsid w:val="00EE5457"/>
    <w:rsid w:val="00EE7CE0"/>
    <w:rsid w:val="00F070AB"/>
    <w:rsid w:val="00F17567"/>
    <w:rsid w:val="00F27A7B"/>
    <w:rsid w:val="00F42522"/>
    <w:rsid w:val="00F526AF"/>
    <w:rsid w:val="00F617C3"/>
    <w:rsid w:val="00F7066B"/>
    <w:rsid w:val="00F83B28"/>
    <w:rsid w:val="00FA46E5"/>
    <w:rsid w:val="00FB569B"/>
    <w:rsid w:val="00FB7DBA"/>
    <w:rsid w:val="00FC1C25"/>
    <w:rsid w:val="00FC3F45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  <w15:docId w15:val="{50A252FA-B15A-47A8-8B2C-2A7802D9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7DA46-0A2E-48F5-A96A-E118A46A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756</TotalTime>
  <Pages>6</Pages>
  <Words>1726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18</cp:revision>
  <cp:lastPrinted>2019-02-06T12:12:00Z</cp:lastPrinted>
  <dcterms:created xsi:type="dcterms:W3CDTF">2019-10-29T14:10:00Z</dcterms:created>
  <dcterms:modified xsi:type="dcterms:W3CDTF">2023-06-09T16:19:00Z</dcterms:modified>
</cp:coreProperties>
</file>